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>
      <w:pPr>
        <w:wordWrap w:val="0"/>
        <w:spacing w:line="360" w:lineRule="auto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月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日填写</w:t>
      </w:r>
    </w:p>
    <w:tbl>
      <w:tblPr>
        <w:tblStyle w:val="7"/>
        <w:tblW w:w="149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default" w:eastAsiaTheme="minorEastAsia"/>
                <w:szCs w:val="21"/>
                <w:lang w:val="en-US" w:eastAsia="zh-CN"/>
              </w:rPr>
              <w:t>无偿献血科普教育场所建设指南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重庆市血液中心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联系人：</w:t>
            </w:r>
            <w:r>
              <w:rPr>
                <w:rFonts w:hint="eastAsia" w:eastAsiaTheme="minorEastAsia"/>
                <w:color w:val="000000"/>
                <w:szCs w:val="21"/>
                <w:lang w:eastAsia="zh-CN"/>
              </w:rPr>
              <w:t>胡婷婷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</w:rPr>
            </w:pPr>
            <w:r>
              <w:rPr>
                <w:rFonts w:hint="eastAsia" w:eastAsiaTheme="minorEastAsia"/>
                <w:szCs w:val="21"/>
                <w:highlight w:val="none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  <w:highlight w:val="none"/>
                <w:lang w:eastAsia="zh-CN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50" w:beforeAutospacing="0" w:after="0" w:afterLines="50" w:afterAutospacing="0"/>
              <w:ind w:left="0" w:right="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</w:rPr>
              <w:t>电话：</w:t>
            </w: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13635495714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3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auto"/>
                <w:szCs w:val="21"/>
              </w:rPr>
            </w:pPr>
            <w:r>
              <w:rPr>
                <w:rFonts w:hint="eastAsia" w:eastAsiaTheme="minorEastAsia"/>
                <w:color w:val="auto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采纳</w:t>
            </w:r>
            <w:r>
              <w:rPr>
                <w:rFonts w:hint="eastAsia" w:eastAsiaTheme="minorEastAsia"/>
                <w:szCs w:val="21"/>
              </w:rPr>
              <w:t>与否及理由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宋体" w:hAnsi="宋体" w:cs="宋体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黑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6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9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8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sectPr>
      <w:footerReference r:id="rId3" w:type="default"/>
      <w:pgSz w:w="16838" w:h="11906" w:orient="landscape"/>
      <w:pgMar w:top="811" w:right="1440" w:bottom="85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val="zh-CN"/>
      </w:rPr>
      <w:t>[键入文字]</w:t>
    </w:r>
  </w:p>
  <w:p>
    <w:pPr>
      <w:pStyle w:val="3"/>
      <w:jc w:val="right"/>
    </w:pPr>
    <w:r>
      <w:rPr>
        <w:rFonts w:hint="eastAsia"/>
      </w:rPr>
      <w:t>中国输血协会团体标准 03-20180117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657D3FBC"/>
    <w:multiLevelType w:val="multilevel"/>
    <w:tmpl w:val="657D3FBC"/>
    <w:lvl w:ilvl="0" w:tentative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18"/>
      <w:suff w:val="nothing"/>
      <w:lvlText w:val="%1.%2　"/>
      <w:lvlJc w:val="left"/>
      <w:pPr>
        <w:ind w:left="142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3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2"/>
      <w:suff w:val="nothing"/>
      <w:lvlText w:val="%1%2.%3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pStyle w:val="1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1MmUzNTE1MGY3ZGZkMzM4ZTEwM2IwYjQ1MzEzZWUifQ=="/>
  </w:docVars>
  <w:rsids>
    <w:rsidRoot w:val="00172A27"/>
    <w:rsid w:val="00016FB5"/>
    <w:rsid w:val="0004188D"/>
    <w:rsid w:val="000A696E"/>
    <w:rsid w:val="00134E9F"/>
    <w:rsid w:val="00150F90"/>
    <w:rsid w:val="001C7F4D"/>
    <w:rsid w:val="001E0DBC"/>
    <w:rsid w:val="0024540B"/>
    <w:rsid w:val="00247008"/>
    <w:rsid w:val="0026621B"/>
    <w:rsid w:val="002D3987"/>
    <w:rsid w:val="00344DD6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4043E"/>
    <w:rsid w:val="00667F55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4F07081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6EDC16C6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7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等线" w:hAnsi="等线" w:eastAsia="等线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6"/>
    <w:link w:val="3"/>
    <w:qFormat/>
    <w:uiPriority w:val="99"/>
    <w:rPr>
      <w:kern w:val="2"/>
      <w:sz w:val="18"/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2">
    <w:name w:val="标准文件_一级条标题"/>
    <w:basedOn w:val="13"/>
    <w:next w:val="14"/>
    <w:qFormat/>
    <w:uiPriority w:val="0"/>
    <w:pPr>
      <w:numPr>
        <w:ilvl w:val="2"/>
      </w:numPr>
      <w:spacing w:beforeLines="50" w:afterLines="50"/>
      <w:ind w:left="0"/>
      <w:outlineLvl w:val="1"/>
    </w:pPr>
  </w:style>
  <w:style w:type="paragraph" w:customStyle="1" w:styleId="13">
    <w:name w:val="标准文件_章标题"/>
    <w:next w:val="14"/>
    <w:qFormat/>
    <w:uiPriority w:val="0"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标准文件_二级条标题"/>
    <w:next w:val="14"/>
    <w:qFormat/>
    <w:uiPriority w:val="0"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">
    <w:name w:val="标准文件_附录表标题"/>
    <w:next w:val="14"/>
    <w:qFormat/>
    <w:uiPriority w:val="0"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7">
    <w:name w:val="标准文件_表格"/>
    <w:basedOn w:val="14"/>
    <w:qFormat/>
    <w:uiPriority w:val="0"/>
    <w:pPr>
      <w:ind w:firstLine="0" w:firstLineChars="0"/>
      <w:jc w:val="center"/>
    </w:pPr>
    <w:rPr>
      <w:sz w:val="18"/>
    </w:rPr>
  </w:style>
  <w:style w:type="paragraph" w:customStyle="1" w:styleId="18">
    <w:name w:val="标准文件_附录一级条标题"/>
    <w:next w:val="14"/>
    <w:qFormat/>
    <w:uiPriority w:val="0"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9">
    <w:name w:val="标准文件_注×："/>
    <w:qFormat/>
    <w:uiPriority w:val="0"/>
    <w:pPr>
      <w:widowControl w:val="0"/>
      <w:numPr>
        <w:ilvl w:val="0"/>
        <w:numId w:val="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character" w:customStyle="1" w:styleId="20">
    <w:name w:val="标准文件_段 Char"/>
    <w:basedOn w:val="6"/>
    <w:qFormat/>
    <w:uiPriority w:val="0"/>
    <w:rPr>
      <w:rFonts w:hint="eastAsia" w:ascii="宋体" w:hAnsi="Times New Roman" w:eastAsia="宋体" w:cs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20</Pages>
  <Words>13201</Words>
  <Characters>14126</Characters>
  <Lines>1</Lines>
  <Paragraphs>1</Paragraphs>
  <TotalTime>6</TotalTime>
  <ScaleCrop>false</ScaleCrop>
  <LinksUpToDate>false</LinksUpToDate>
  <CharactersWithSpaces>14264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2018-09-18T07:30:00Z</dcterms:created>
  <dc:creator>xubei</dc:creator>
  <cp:lastModifiedBy>婷婷</cp:lastModifiedBy>
  <cp:lastPrinted>2016-06-01T07:45:00Z</cp:lastPrinted>
  <dcterms:modified xsi:type="dcterms:W3CDTF">2025-04-15T08:37:16Z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474B254EBA6241D0AC5B45D4DD266DD0_13</vt:lpwstr>
  </property>
</Properties>
</file>